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AFCC91" w14:textId="77777777" w:rsidR="009C6C44" w:rsidRPr="009C6C44" w:rsidRDefault="009C6C44" w:rsidP="00041F37">
      <w:r w:rsidRPr="009C6C44">
        <w:t xml:space="preserve">Carmen </w:t>
      </w:r>
      <w:proofErr w:type="spellStart"/>
      <w:r w:rsidRPr="009C6C44">
        <w:t>Wissoll</w:t>
      </w:r>
      <w:proofErr w:type="spellEnd"/>
    </w:p>
    <w:p w14:paraId="3147CCD7" w14:textId="77777777" w:rsidR="009C6C44" w:rsidRPr="009C6C44" w:rsidRDefault="009C6C44" w:rsidP="009C6C44">
      <w:r w:rsidRPr="009C6C44">
        <w:t>Bergblick 14</w:t>
      </w:r>
    </w:p>
    <w:p w14:paraId="2A8A18BE" w14:textId="77777777" w:rsidR="009C6C44" w:rsidRPr="009C6C44" w:rsidRDefault="009C6C44" w:rsidP="009C6C44">
      <w:r w:rsidRPr="009C6C44">
        <w:t>82481 Mittenwald</w:t>
      </w:r>
    </w:p>
    <w:p w14:paraId="0EE3F330" w14:textId="77777777" w:rsidR="009C6C44" w:rsidRPr="009C6C44" w:rsidRDefault="009C6C44" w:rsidP="009C6C44">
      <w:r w:rsidRPr="009C6C44">
        <w:t>Tel.: 08823 12345</w:t>
      </w:r>
    </w:p>
    <w:p w14:paraId="59F53AD3" w14:textId="77777777" w:rsidR="009C6C44" w:rsidRPr="009C6C44" w:rsidRDefault="009C6C44" w:rsidP="009C6C44">
      <w:pPr>
        <w:rPr>
          <w:lang w:val="it-IT"/>
        </w:rPr>
      </w:pPr>
      <w:r w:rsidRPr="009C6C44">
        <w:rPr>
          <w:lang w:val="it-IT"/>
        </w:rPr>
        <w:t>E-Mail: carmen-wissoll@webnet.de</w:t>
      </w:r>
    </w:p>
    <w:p w14:paraId="2FDE87F2" w14:textId="77777777" w:rsidR="009C6C44" w:rsidRDefault="009C6C44" w:rsidP="009C6C44">
      <w:pPr>
        <w:rPr>
          <w:lang w:val="it-IT"/>
        </w:rPr>
      </w:pPr>
    </w:p>
    <w:p w14:paraId="7736AC5B" w14:textId="77777777" w:rsidR="00946FC7" w:rsidRDefault="00946FC7" w:rsidP="009C6C44">
      <w:pPr>
        <w:rPr>
          <w:lang w:val="it-IT"/>
        </w:rPr>
      </w:pPr>
    </w:p>
    <w:p w14:paraId="077F0FE8" w14:textId="77777777" w:rsidR="00946FC7" w:rsidRDefault="00946FC7" w:rsidP="009C6C44">
      <w:pPr>
        <w:rPr>
          <w:lang w:val="it-IT"/>
        </w:rPr>
      </w:pPr>
    </w:p>
    <w:p w14:paraId="27CE092D" w14:textId="77777777" w:rsidR="00041F37" w:rsidRPr="009C6C44" w:rsidRDefault="00041F37" w:rsidP="009C6C44">
      <w:pPr>
        <w:rPr>
          <w:lang w:val="it-IT"/>
        </w:rPr>
      </w:pPr>
    </w:p>
    <w:p w14:paraId="5C763F85" w14:textId="77777777" w:rsidR="009C6C44" w:rsidRPr="009C6C44" w:rsidRDefault="009C6C44" w:rsidP="009C6C44">
      <w:pPr>
        <w:rPr>
          <w:lang w:val="en-GB"/>
        </w:rPr>
      </w:pPr>
      <w:r w:rsidRPr="009C6C44">
        <w:rPr>
          <w:lang w:val="en-GB"/>
        </w:rPr>
        <w:t>„Let’s talk about you“</w:t>
      </w:r>
    </w:p>
    <w:p w14:paraId="3F6FB92B" w14:textId="77777777" w:rsidR="009C6C44" w:rsidRPr="009C6C44" w:rsidRDefault="009C6C44" w:rsidP="009C6C44">
      <w:pPr>
        <w:rPr>
          <w:lang w:val="en-GB"/>
        </w:rPr>
      </w:pPr>
      <w:r w:rsidRPr="009C6C44">
        <w:rPr>
          <w:lang w:val="en-GB"/>
        </w:rPr>
        <w:t>PR-</w:t>
      </w:r>
      <w:proofErr w:type="spellStart"/>
      <w:r w:rsidRPr="009C6C44">
        <w:rPr>
          <w:lang w:val="en-GB"/>
        </w:rPr>
        <w:t>Agentur</w:t>
      </w:r>
      <w:proofErr w:type="spellEnd"/>
    </w:p>
    <w:p w14:paraId="3C1F7705" w14:textId="77777777" w:rsidR="009C6C44" w:rsidRPr="009C6C44" w:rsidRDefault="009C6C44" w:rsidP="009C6C44">
      <w:r w:rsidRPr="009C6C44">
        <w:t>Herrn Carsten Meindl</w:t>
      </w:r>
    </w:p>
    <w:p w14:paraId="1E25D0D6" w14:textId="77777777" w:rsidR="009C6C44" w:rsidRPr="009C6C44" w:rsidRDefault="009C6C44" w:rsidP="009C6C44">
      <w:r w:rsidRPr="009C6C44">
        <w:t>Ludwig-Braille-Platz 15</w:t>
      </w:r>
    </w:p>
    <w:p w14:paraId="2BC9694D" w14:textId="77777777" w:rsidR="009C6C44" w:rsidRPr="009C6C44" w:rsidRDefault="009C6C44" w:rsidP="009C6C44">
      <w:r w:rsidRPr="009C6C44">
        <w:t>81377 München</w:t>
      </w:r>
    </w:p>
    <w:p w14:paraId="68D9745B" w14:textId="77777777" w:rsidR="009C6C44" w:rsidRPr="009C6C44" w:rsidRDefault="009C6C44" w:rsidP="009C6C44"/>
    <w:p w14:paraId="7951A88A" w14:textId="77777777" w:rsidR="009C6C44" w:rsidRPr="009C6C44" w:rsidRDefault="009C6C44" w:rsidP="009C6C44"/>
    <w:p w14:paraId="4CBB9C09" w14:textId="7446192A" w:rsidR="009C6C44" w:rsidRPr="009C6C44" w:rsidRDefault="009C6C44" w:rsidP="009C6C44">
      <w:pPr>
        <w:jc w:val="right"/>
      </w:pPr>
      <w:r w:rsidRPr="009C6C44">
        <w:t>25.11.201</w:t>
      </w:r>
      <w:r>
        <w:t>6</w:t>
      </w:r>
    </w:p>
    <w:p w14:paraId="545DE04E" w14:textId="77777777" w:rsidR="009C6C44" w:rsidRPr="009C6C44" w:rsidRDefault="009C6C44" w:rsidP="009C6C44"/>
    <w:p w14:paraId="307304C7" w14:textId="77777777" w:rsidR="009C6C44" w:rsidRPr="009C6C44" w:rsidRDefault="009C6C44" w:rsidP="009C6C44"/>
    <w:p w14:paraId="478B041C" w14:textId="77777777" w:rsidR="009C6C44" w:rsidRPr="009C6C44" w:rsidRDefault="009C6C44" w:rsidP="009C6C44">
      <w:pPr>
        <w:rPr>
          <w:b/>
        </w:rPr>
      </w:pPr>
      <w:proofErr w:type="spellStart"/>
      <w:r w:rsidRPr="009C6C44">
        <w:rPr>
          <w:b/>
        </w:rPr>
        <w:t>Be</w:t>
      </w:r>
      <w:proofErr w:type="spellEnd"/>
      <w:r w:rsidRPr="009C6C44">
        <w:rPr>
          <w:b/>
        </w:rPr>
        <w:t>-Werbung in eigener Sache</w:t>
      </w:r>
    </w:p>
    <w:p w14:paraId="3B297A64" w14:textId="77777777" w:rsidR="009C6C44" w:rsidRPr="00A008C4" w:rsidRDefault="009C6C44" w:rsidP="009C6C44"/>
    <w:p w14:paraId="41492E76" w14:textId="77777777" w:rsidR="009C6C44" w:rsidRPr="00A008C4" w:rsidRDefault="009C6C44" w:rsidP="009C6C44"/>
    <w:p w14:paraId="2F88406E" w14:textId="77777777" w:rsidR="009C6C44" w:rsidRPr="009C6C44" w:rsidRDefault="009C6C44" w:rsidP="009C6C44">
      <w:r w:rsidRPr="009C6C44">
        <w:t>Sehr geehrter Herr Meindl,</w:t>
      </w:r>
    </w:p>
    <w:p w14:paraId="191C9474" w14:textId="77777777" w:rsidR="009C6C44" w:rsidRPr="009C6C44" w:rsidRDefault="009C6C44" w:rsidP="009C6C44">
      <w:pPr>
        <w:rPr>
          <w:sz w:val="14"/>
          <w:szCs w:val="14"/>
        </w:rPr>
      </w:pPr>
    </w:p>
    <w:p w14:paraId="6E5CF328" w14:textId="692251EB" w:rsidR="00946FC7" w:rsidRDefault="009C6C44" w:rsidP="00946FC7">
      <w:pPr>
        <w:ind w:right="-92"/>
      </w:pPr>
      <w:r w:rsidRPr="009C6C44">
        <w:t>mit Interesse habe ich in der Zeitschrift „Inside PR“ den Artikel üb</w:t>
      </w:r>
      <w:r w:rsidR="00946FC7">
        <w:t>er Ihre junge Agentur gelesen –</w:t>
      </w:r>
    </w:p>
    <w:p w14:paraId="7877ED78" w14:textId="7EE934F2" w:rsidR="009C6C44" w:rsidRPr="009C6C44" w:rsidRDefault="009C6C44" w:rsidP="009C6C44">
      <w:r w:rsidRPr="009C6C44">
        <w:t>und dass Sie neue Mitarbeiter suchen. Wie wär’s mit mir als Junior-PR-Beraterin?</w:t>
      </w:r>
    </w:p>
    <w:p w14:paraId="2BDE11CD" w14:textId="77777777" w:rsidR="009C6C44" w:rsidRPr="009C6C44" w:rsidRDefault="009C6C44" w:rsidP="009C6C44">
      <w:pPr>
        <w:rPr>
          <w:sz w:val="14"/>
          <w:szCs w:val="14"/>
        </w:rPr>
      </w:pPr>
    </w:p>
    <w:p w14:paraId="015DAD09" w14:textId="568AE03A" w:rsidR="009C6C44" w:rsidRPr="009C6C44" w:rsidRDefault="009C6C44" w:rsidP="009C6C44">
      <w:r w:rsidRPr="009C6C44">
        <w:t>Ich bin ausgebildete Redakteurin mit geisteswissenschaftlichem Hintergrund (Germanistik, An</w:t>
      </w:r>
      <w:r w:rsidRPr="009C6C44">
        <w:t>g</w:t>
      </w:r>
      <w:r w:rsidRPr="009C6C44">
        <w:t xml:space="preserve">listik, Romanistik). Mein Volontariat habe ich beim „Südkurier“ absolviert. </w:t>
      </w:r>
      <w:r>
        <w:t>Mein</w:t>
      </w:r>
      <w:r w:rsidRPr="009C6C44">
        <w:t xml:space="preserve"> Schwerpunkt </w:t>
      </w:r>
      <w:r>
        <w:t>war der</w:t>
      </w:r>
      <w:r w:rsidRPr="009C6C44">
        <w:t xml:space="preserve"> Lokalteil. </w:t>
      </w:r>
    </w:p>
    <w:p w14:paraId="01C3D14B" w14:textId="77777777" w:rsidR="009C6C44" w:rsidRPr="009C6C44" w:rsidRDefault="009C6C44" w:rsidP="009C6C44">
      <w:pPr>
        <w:rPr>
          <w:sz w:val="14"/>
          <w:szCs w:val="14"/>
        </w:rPr>
      </w:pPr>
    </w:p>
    <w:p w14:paraId="5040E55D" w14:textId="2642D0D3" w:rsidR="009C6C44" w:rsidRPr="009C6C44" w:rsidRDefault="009C6C44" w:rsidP="009C6C44">
      <w:r w:rsidRPr="009C6C44">
        <w:t xml:space="preserve">Gerade das Schreiben </w:t>
      </w:r>
      <w:r>
        <w:t>für den</w:t>
      </w:r>
      <w:r w:rsidRPr="009C6C44">
        <w:t xml:space="preserve"> Lokalteil betrachte ich – im Hinblick auf eine künftige Tätigkeit als PR-Beraterin – als wesentlich. Über die großen politischen Ereignisse </w:t>
      </w:r>
      <w:r>
        <w:t>informative</w:t>
      </w:r>
      <w:r w:rsidRPr="009C6C44">
        <w:t xml:space="preserve"> Artikel</w:t>
      </w:r>
      <w:r>
        <w:t xml:space="preserve"> zu</w:t>
      </w:r>
      <w:r w:rsidRPr="009C6C44">
        <w:t xml:space="preserve"> ve</w:t>
      </w:r>
      <w:r w:rsidRPr="009C6C44">
        <w:t>r</w:t>
      </w:r>
      <w:r w:rsidRPr="009C6C44">
        <w:t>fassen</w:t>
      </w:r>
      <w:r>
        <w:t>, das ist nicht schwer</w:t>
      </w:r>
      <w:r w:rsidRPr="009C6C44">
        <w:t xml:space="preserve">. Wie aber sieht es mit der letzten Sitzung des Sportvereins aus? </w:t>
      </w:r>
      <w:r w:rsidR="00041F37">
        <w:br/>
      </w:r>
      <w:r w:rsidRPr="009C6C44">
        <w:t>Mit dem prämierten Zuchtkaninchen der Kleintierzüchter? Oder dem Seniorenausflug der Lan</w:t>
      </w:r>
      <w:r w:rsidRPr="009C6C44">
        <w:t>d</w:t>
      </w:r>
      <w:r w:rsidRPr="009C6C44">
        <w:t xml:space="preserve">frauen? Vermutlich kennen Sie als PR-Profi das Problem, auch unspektakuläre Informationen Ihrer Kunden in die Presse zu bringen. Genau dabei bin ich die richtige Mitarbeiterin für Sie, da ich über eine starke Ausdrucksweise und ein gutes Gespür für originelle Aufmacher verfüge. </w:t>
      </w:r>
    </w:p>
    <w:p w14:paraId="64AC122F" w14:textId="77777777" w:rsidR="009C6C44" w:rsidRPr="009C6C44" w:rsidRDefault="009C6C44" w:rsidP="009C6C44">
      <w:pPr>
        <w:rPr>
          <w:sz w:val="14"/>
          <w:szCs w:val="14"/>
        </w:rPr>
      </w:pPr>
    </w:p>
    <w:p w14:paraId="38428E29" w14:textId="77777777" w:rsidR="009C6C44" w:rsidRPr="009C6C44" w:rsidRDefault="009C6C44" w:rsidP="009C6C44">
      <w:r w:rsidRPr="009C6C44">
        <w:t>Interessiert? Dann freue ich mich über Ihre Einladung zum Vorstellungsgespräch.</w:t>
      </w:r>
    </w:p>
    <w:p w14:paraId="6C5482C0" w14:textId="77777777" w:rsidR="009C6C44" w:rsidRPr="009C6C44" w:rsidRDefault="009C6C44" w:rsidP="009C6C44">
      <w:pPr>
        <w:rPr>
          <w:sz w:val="14"/>
          <w:szCs w:val="14"/>
        </w:rPr>
      </w:pPr>
    </w:p>
    <w:p w14:paraId="0128E103" w14:textId="77777777" w:rsidR="009C6C44" w:rsidRDefault="009C6C44" w:rsidP="009C6C44">
      <w:r w:rsidRPr="009C6C44">
        <w:t>Es grüßt Sie freundlich aus den bayerischen Alpen</w:t>
      </w:r>
    </w:p>
    <w:p w14:paraId="64AD949D" w14:textId="77777777" w:rsidR="00946FC7" w:rsidRPr="009C6C44" w:rsidRDefault="00946FC7" w:rsidP="009C6C44"/>
    <w:p w14:paraId="329AD342" w14:textId="547C56E8" w:rsidR="0095639B" w:rsidRPr="00A008C4" w:rsidRDefault="009C6C44" w:rsidP="009C6C44">
      <w:pPr>
        <w:pStyle w:val="UnterschriftName"/>
        <w:rPr>
          <w:rFonts w:ascii="Lucida Handwriting" w:hAnsi="Lucida Handwriting"/>
        </w:rPr>
      </w:pPr>
      <w:bookmarkStart w:id="0" w:name="_GoBack"/>
      <w:r w:rsidRPr="00A008C4">
        <w:rPr>
          <w:rFonts w:ascii="Lucida Handwriting" w:hAnsi="Lucida Handwriting"/>
        </w:rPr>
        <w:t xml:space="preserve">Carmen </w:t>
      </w:r>
      <w:proofErr w:type="spellStart"/>
      <w:r w:rsidRPr="00A008C4">
        <w:rPr>
          <w:rFonts w:ascii="Lucida Handwriting" w:hAnsi="Lucida Handwriting"/>
        </w:rPr>
        <w:t>Wissoll</w:t>
      </w:r>
      <w:bookmarkEnd w:id="0"/>
      <w:proofErr w:type="spellEnd"/>
    </w:p>
    <w:sectPr w:rsidR="0095639B" w:rsidRPr="00A008C4" w:rsidSect="00041F37">
      <w:pgSz w:w="11906" w:h="16838"/>
      <w:pgMar w:top="1134" w:right="1134" w:bottom="1134" w:left="1366"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B273C" w14:textId="77777777" w:rsidR="0001149E" w:rsidRDefault="0001149E" w:rsidP="00D04998">
      <w:pPr>
        <w:spacing w:line="240" w:lineRule="auto"/>
      </w:pPr>
      <w:r>
        <w:separator/>
      </w:r>
    </w:p>
  </w:endnote>
  <w:endnote w:type="continuationSeparator" w:id="0">
    <w:p w14:paraId="44007B12" w14:textId="77777777" w:rsidR="0001149E" w:rsidRDefault="0001149E" w:rsidP="00D049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Lucida Handwriting Italic">
    <w:altName w:val="Arabic Typesetting"/>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charset w:val="00"/>
    <w:family w:val="auto"/>
    <w:pitch w:val="variable"/>
    <w:sig w:usb0="00000287" w:usb1="00000000" w:usb2="00000000" w:usb3="00000000" w:csb0="0000009F" w:csb1="00000000"/>
  </w:font>
  <w:font w:name="JiffyCom">
    <w:altName w:val="Jiffy Com"/>
    <w:panose1 w:val="00000000000000000000"/>
    <w:charset w:val="4D"/>
    <w:family w:val="auto"/>
    <w:notTrueType/>
    <w:pitch w:val="default"/>
    <w:sig w:usb0="00000003" w:usb1="00000000" w:usb2="00000000" w:usb3="00000000" w:csb0="00000001" w:csb1="00000000"/>
  </w:font>
  <w:font w:name="MistralStd">
    <w:charset w:val="00"/>
    <w:family w:val="auto"/>
    <w:pitch w:val="variable"/>
    <w:sig w:usb0="800000AF" w:usb1="5000204A"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19D15" w14:textId="77777777" w:rsidR="0001149E" w:rsidRDefault="0001149E" w:rsidP="00D04998">
      <w:pPr>
        <w:spacing w:line="240" w:lineRule="auto"/>
      </w:pPr>
      <w:r>
        <w:separator/>
      </w:r>
    </w:p>
  </w:footnote>
  <w:footnote w:type="continuationSeparator" w:id="0">
    <w:p w14:paraId="0E955EC2" w14:textId="77777777" w:rsidR="0001149E" w:rsidRDefault="0001149E" w:rsidP="00D0499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D8"/>
    <w:rsid w:val="0001149E"/>
    <w:rsid w:val="00041F37"/>
    <w:rsid w:val="00057461"/>
    <w:rsid w:val="000B1FA9"/>
    <w:rsid w:val="000D0FC8"/>
    <w:rsid w:val="00124892"/>
    <w:rsid w:val="001A165F"/>
    <w:rsid w:val="001B176B"/>
    <w:rsid w:val="0021238A"/>
    <w:rsid w:val="00327334"/>
    <w:rsid w:val="00370185"/>
    <w:rsid w:val="003B7D74"/>
    <w:rsid w:val="0040444D"/>
    <w:rsid w:val="004F0647"/>
    <w:rsid w:val="005B4A0E"/>
    <w:rsid w:val="00631380"/>
    <w:rsid w:val="006D3345"/>
    <w:rsid w:val="006F5C84"/>
    <w:rsid w:val="00770743"/>
    <w:rsid w:val="007C371D"/>
    <w:rsid w:val="008D2E71"/>
    <w:rsid w:val="008D76FD"/>
    <w:rsid w:val="00946FC7"/>
    <w:rsid w:val="0095639B"/>
    <w:rsid w:val="009C6C44"/>
    <w:rsid w:val="009D01B1"/>
    <w:rsid w:val="00A008C4"/>
    <w:rsid w:val="00A479D8"/>
    <w:rsid w:val="00A66DEC"/>
    <w:rsid w:val="00AB6AAA"/>
    <w:rsid w:val="00AE72C8"/>
    <w:rsid w:val="00AE78BD"/>
    <w:rsid w:val="00B14BB3"/>
    <w:rsid w:val="00B46EB9"/>
    <w:rsid w:val="00B65920"/>
    <w:rsid w:val="00BF721A"/>
    <w:rsid w:val="00C841F7"/>
    <w:rsid w:val="00CC6031"/>
    <w:rsid w:val="00CC7DA6"/>
    <w:rsid w:val="00D04998"/>
    <w:rsid w:val="00DF19CD"/>
    <w:rsid w:val="00DF7E68"/>
    <w:rsid w:val="00E37989"/>
    <w:rsid w:val="00EA037D"/>
    <w:rsid w:val="00EB3170"/>
    <w:rsid w:val="00F1444A"/>
    <w:rsid w:val="00F339CC"/>
    <w:rsid w:val="00F637C5"/>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BF5C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041F37"/>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041F37"/>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041F37"/>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041F37"/>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3D749700</Template>
  <TotalTime>0</TotalTime>
  <Pages>1</Pages>
  <Words>200</Words>
  <Characters>1261</Characters>
  <Application>Microsoft Office Word</Application>
  <DocSecurity>0</DocSecurity>
  <Lines>10</Lines>
  <Paragraphs>2</Paragraphs>
  <ScaleCrop>false</ScaleCrop>
  <Company>F G</Company>
  <LinksUpToDate>false</LinksUpToDate>
  <CharactersWithSpaces>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von Laffert, Juliane</cp:lastModifiedBy>
  <cp:revision>4</cp:revision>
  <cp:lastPrinted>2015-11-10T08:57:00Z</cp:lastPrinted>
  <dcterms:created xsi:type="dcterms:W3CDTF">2015-11-10T08:57:00Z</dcterms:created>
  <dcterms:modified xsi:type="dcterms:W3CDTF">2016-02-02T07:58:00Z</dcterms:modified>
</cp:coreProperties>
</file>